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025E4">
        <w:rPr>
          <w:rFonts w:ascii="Corbel" w:hAnsi="Corbel"/>
          <w:i/>
          <w:smallCaps/>
          <w:sz w:val="24"/>
          <w:szCs w:val="24"/>
        </w:rPr>
        <w:t>202</w:t>
      </w:r>
      <w:r w:rsidR="00392038">
        <w:rPr>
          <w:rFonts w:ascii="Corbel" w:hAnsi="Corbel"/>
          <w:i/>
          <w:smallCaps/>
          <w:sz w:val="24"/>
          <w:szCs w:val="24"/>
        </w:rPr>
        <w:t>1</w:t>
      </w:r>
      <w:r w:rsidR="0092344D">
        <w:rPr>
          <w:rFonts w:ascii="Corbel" w:hAnsi="Corbel"/>
          <w:i/>
          <w:smallCaps/>
          <w:sz w:val="24"/>
          <w:szCs w:val="24"/>
        </w:rPr>
        <w:t>-</w:t>
      </w:r>
      <w:r w:rsidR="00E025E4">
        <w:rPr>
          <w:rFonts w:ascii="Corbel" w:hAnsi="Corbel"/>
          <w:i/>
          <w:smallCaps/>
          <w:sz w:val="24"/>
          <w:szCs w:val="24"/>
        </w:rPr>
        <w:t>202</w:t>
      </w:r>
      <w:r w:rsidR="00392038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025E4">
        <w:rPr>
          <w:rFonts w:ascii="Corbel" w:hAnsi="Corbel"/>
          <w:sz w:val="20"/>
          <w:szCs w:val="20"/>
        </w:rPr>
        <w:t>202</w:t>
      </w:r>
      <w:r w:rsidR="00392038">
        <w:rPr>
          <w:rFonts w:ascii="Corbel" w:hAnsi="Corbel"/>
          <w:sz w:val="20"/>
          <w:szCs w:val="20"/>
        </w:rPr>
        <w:t>3</w:t>
      </w:r>
      <w:r w:rsidR="00E025E4">
        <w:rPr>
          <w:rFonts w:ascii="Corbel" w:hAnsi="Corbel"/>
          <w:sz w:val="20"/>
          <w:szCs w:val="20"/>
        </w:rPr>
        <w:t>/202</w:t>
      </w:r>
      <w:r w:rsidR="00392038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2344D">
              <w:rPr>
                <w:rFonts w:ascii="Corbel" w:hAnsi="Corbel"/>
                <w:sz w:val="24"/>
                <w:szCs w:val="24"/>
              </w:rPr>
              <w:t>Aplikacje internetowe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234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578A7" w:rsidP="005578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578A7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344D" w:rsidRPr="009C54AE" w:rsidRDefault="0092344D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344D" w:rsidRPr="009C54AE" w:rsidRDefault="006622D2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22D2">
              <w:rPr>
                <w:rFonts w:ascii="Corbel" w:hAnsi="Corbel"/>
                <w:b w:val="0"/>
                <w:sz w:val="24"/>
                <w:szCs w:val="24"/>
              </w:rPr>
              <w:t>III rok 6 semestr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344D" w:rsidRPr="009C54AE" w:rsidRDefault="0092344D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44D" w:rsidRPr="009C54AE" w:rsidRDefault="009A0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344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B57FB" w:rsidRPr="009C54AE" w:rsidTr="00B819C8">
        <w:tc>
          <w:tcPr>
            <w:tcW w:w="2694" w:type="dxa"/>
            <w:vAlign w:val="center"/>
          </w:tcPr>
          <w:p w:rsidR="007B57FB" w:rsidRPr="009C54AE" w:rsidRDefault="007B57F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B57FB" w:rsidRPr="005F23A0" w:rsidRDefault="007B57FB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UR </w:t>
            </w:r>
            <w:proofErr w:type="spellStart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M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arta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Wrońska</w:t>
            </w:r>
            <w:proofErr w:type="spellEnd"/>
          </w:p>
        </w:tc>
      </w:tr>
      <w:tr w:rsidR="007B57FB" w:rsidRPr="009C54AE" w:rsidTr="00B819C8">
        <w:tc>
          <w:tcPr>
            <w:tcW w:w="2694" w:type="dxa"/>
            <w:vAlign w:val="center"/>
          </w:tcPr>
          <w:p w:rsidR="007B57FB" w:rsidRPr="009C54AE" w:rsidRDefault="007B57F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B57FB" w:rsidRPr="009C54AE" w:rsidRDefault="007B57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713E91">
        <w:rPr>
          <w:rFonts w:ascii="Corbel" w:hAnsi="Corbel"/>
          <w:b w:val="0"/>
          <w:smallCaps w:val="0"/>
          <w:strike/>
          <w:szCs w:val="24"/>
        </w:rPr>
        <w:t>egzamin</w:t>
      </w:r>
      <w:r w:rsidRPr="00713E91">
        <w:rPr>
          <w:rFonts w:ascii="Corbel" w:hAnsi="Corbel"/>
          <w:b w:val="0"/>
          <w:smallCaps w:val="0"/>
          <w:szCs w:val="24"/>
        </w:rPr>
        <w:t xml:space="preserve">, zaliczenie z oceną, </w:t>
      </w:r>
      <w:r w:rsidRPr="00713E91">
        <w:rPr>
          <w:rFonts w:ascii="Corbel" w:hAnsi="Corbel"/>
          <w:b w:val="0"/>
          <w:smallCaps w:val="0"/>
          <w:strike/>
          <w:szCs w:val="24"/>
        </w:rPr>
        <w:t>zaliczenie bez oceny</w:t>
      </w:r>
      <w:r w:rsidRPr="00713E91">
        <w:rPr>
          <w:rFonts w:ascii="Corbel" w:hAnsi="Corbel"/>
          <w:b w:val="0"/>
          <w:smallCaps w:val="0"/>
          <w:szCs w:val="24"/>
        </w:rPr>
        <w:t>)</w:t>
      </w:r>
    </w:p>
    <w:p w:rsidR="009C54AE" w:rsidRDefault="004E4A0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B57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3497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A15204">
              <w:rPr>
                <w:rFonts w:ascii="Corbel" w:hAnsi="Corbel"/>
                <w:b w:val="0"/>
                <w:smallCaps w:val="0"/>
                <w:szCs w:val="24"/>
              </w:rPr>
              <w:t>wymi do szkół ponadpodstawowych</w:t>
            </w:r>
            <w:r w:rsidRPr="00403497">
              <w:rPr>
                <w:rFonts w:ascii="Corbel" w:hAnsi="Corbel"/>
                <w:b w:val="0"/>
                <w:smallCaps w:val="0"/>
                <w:szCs w:val="24"/>
              </w:rPr>
              <w:t>, podstawowe umiejętności dotyczące wykorzystania korzystania z sieci Internet.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0482A" w:rsidRDefault="00A15204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apoznanie studenta z ze specyfiką aplikacji internetowych w porównaniu z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workstation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portable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– funkcje sieciowe aplikacji internetowych.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034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Wykorzystanie dostępnych aplikacji internetowych w pracy dydaktycznej nauczyciela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034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Zapoznanie się ze specyfiką różnorodności systemów operacyjnych w  urządzeniach stacjonarnych i  mobilnych, możliwości wykorzystania aplikacji internetowych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15204" w:rsidRPr="009C54AE" w:rsidRDefault="00A15204" w:rsidP="00A15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 cechy programów i aplikacji mobilnych w kontekście praw autorskich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Wyszuka, oceni </w:t>
            </w:r>
            <w:r w:rsidR="002F3F59">
              <w:rPr>
                <w:rFonts w:ascii="Corbel" w:hAnsi="Corbel"/>
                <w:b w:val="0"/>
                <w:smallCaps w:val="0"/>
                <w:szCs w:val="24"/>
              </w:rPr>
              <w:t xml:space="preserve">aplikacje przydatne </w:t>
            </w:r>
            <w:r w:rsidR="00C53F1F">
              <w:rPr>
                <w:rFonts w:ascii="Corbel" w:hAnsi="Corbel"/>
                <w:b w:val="0"/>
                <w:smallCaps w:val="0"/>
                <w:szCs w:val="24"/>
              </w:rPr>
              <w:t>w pracy nauczyciela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F3F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048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FB2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zadania dla ucznia z wykorzystaniem aplikacji internetowej, 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703B38" w:rsidRPr="009C54AE" w:rsidTr="005E6E85">
        <w:tc>
          <w:tcPr>
            <w:tcW w:w="1701" w:type="dxa"/>
          </w:tcPr>
          <w:p w:rsidR="00703B38" w:rsidRPr="009C54AE" w:rsidRDefault="00E04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03B38" w:rsidRPr="009C54AE" w:rsidRDefault="00A15204" w:rsidP="00F82A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F82AD9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 zmieniającej się liczby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D7CD5">
              <w:rPr>
                <w:rFonts w:ascii="Corbel" w:hAnsi="Corbel"/>
                <w:b w:val="0"/>
                <w:smallCaps w:val="0"/>
                <w:szCs w:val="24"/>
              </w:rPr>
              <w:t xml:space="preserve">i funkcjonalności 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>nowo powstających aplikacji</w:t>
            </w:r>
          </w:p>
        </w:tc>
        <w:tc>
          <w:tcPr>
            <w:tcW w:w="1873" w:type="dxa"/>
          </w:tcPr>
          <w:p w:rsidR="00703B38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9C54AE" w:rsidRDefault="002F3F59" w:rsidP="002F3F5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Podział aplikacji pod względem metod i środowiska instalacji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Rodzaje aplikacji internetowych pod względem ich przeznaczenia np. użytkowe, komunikacyjne, prezentacyjne.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Mobilność aplikacji internetowych, w odniesieniu do urządzeń komputerowych.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Metody wykorzystania aplikacji internetowych w pracy nauczyciela. Wykonanie materiałów dydaktycznych i udostępnianie w sieci.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Komunikacja indywidualna i grupowa w sieci integracja systemów operacyjnych urządzeń mobilnych.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lastRenderedPageBreak/>
              <w:t>Aplikacje internetowe umożliwiające wykonywanie badań naukowych i przetwarzanie zebranych informacji.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Metody wyszukiwania informacji w sieci za pomocą dedykowanych portali.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F3F59" w:rsidP="002F3F5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F2604">
        <w:rPr>
          <w:b w:val="0"/>
          <w:i/>
          <w:smallCaps w:val="0"/>
          <w:sz w:val="22"/>
        </w:rPr>
        <w:t>ćwiczenia praktyczne realizowane w pracowni komputerowej</w:t>
      </w:r>
      <w:r>
        <w:rPr>
          <w:b w:val="0"/>
          <w:i/>
          <w:smallCaps w:val="0"/>
          <w:sz w:val="22"/>
        </w:rPr>
        <w:t xml:space="preserve">, </w:t>
      </w:r>
      <w:r w:rsidRPr="008342B3">
        <w:rPr>
          <w:b w:val="0"/>
          <w:i/>
          <w:smallCaps w:val="0"/>
          <w:sz w:val="22"/>
        </w:rPr>
        <w:t>metody kształcenia na odległość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5E6E85" w:rsidRDefault="00F9170A" w:rsidP="00581C0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5E6E85" w:rsidRDefault="00F9170A" w:rsidP="00581C0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5E6E85" w:rsidRDefault="00F9170A" w:rsidP="00581C0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5E6E85" w:rsidRDefault="00F9170A" w:rsidP="00581C0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1C69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9D9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A2299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0A2299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713E91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713E91" w:rsidRPr="009C54AE" w:rsidRDefault="00713E91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0482A" w:rsidRPr="009C54AE" w:rsidTr="00923D7D">
        <w:tc>
          <w:tcPr>
            <w:tcW w:w="4962" w:type="dxa"/>
          </w:tcPr>
          <w:p w:rsidR="00E0482A" w:rsidRPr="009C54AE" w:rsidRDefault="00E0482A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4677" w:type="dxa"/>
          </w:tcPr>
          <w:p w:rsidR="00E0482A" w:rsidRPr="009C54AE" w:rsidRDefault="00E0482A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B32072" w:rsidRPr="009C54AE" w:rsidTr="00923D7D">
        <w:tc>
          <w:tcPr>
            <w:tcW w:w="4962" w:type="dxa"/>
          </w:tcPr>
          <w:p w:rsidR="00B32072" w:rsidRPr="009C54AE" w:rsidRDefault="00B320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</w:t>
            </w:r>
          </w:p>
        </w:tc>
        <w:tc>
          <w:tcPr>
            <w:tcW w:w="4677" w:type="dxa"/>
          </w:tcPr>
          <w:p w:rsidR="00B32072" w:rsidRPr="009C54AE" w:rsidRDefault="00E0482A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0482A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405E7">
        <w:trPr>
          <w:trHeight w:hRule="exact" w:val="5178"/>
        </w:trPr>
        <w:tc>
          <w:tcPr>
            <w:tcW w:w="7513" w:type="dxa"/>
          </w:tcPr>
          <w:p w:rsidR="002F3F59" w:rsidRPr="002F3F59" w:rsidRDefault="0085747A" w:rsidP="002F3F59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2F3F59" w:rsidRPr="002F3F59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="002F3F59" w:rsidRPr="002F3F59">
              <w:rPr>
                <w:rFonts w:ascii="Corbel" w:hAnsi="Corbel"/>
                <w:szCs w:val="24"/>
              </w:rPr>
              <w:t>Wróblewski</w:t>
            </w:r>
            <w:proofErr w:type="spellEnd"/>
            <w:r w:rsidR="002F3F59" w:rsidRPr="002F3F59">
              <w:rPr>
                <w:rFonts w:ascii="Corbel" w:hAnsi="Corbel"/>
                <w:szCs w:val="24"/>
              </w:rPr>
              <w:t xml:space="preserve"> Piotr, Aplikacje Google: wykorzystaj potencjał darmowych narzędzi, wyd. Helion Gliwice 2010 r.</w:t>
            </w:r>
          </w:p>
          <w:p w:rsidR="0085747A" w:rsidRDefault="002F3F59" w:rsidP="002F3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2F3F59">
              <w:rPr>
                <w:rFonts w:ascii="Corbel" w:hAnsi="Corbel"/>
                <w:b w:val="0"/>
                <w:smallCaps w:val="0"/>
                <w:sz w:val="22"/>
                <w:szCs w:val="24"/>
              </w:rPr>
              <w:t>WordPress</w:t>
            </w:r>
            <w:proofErr w:type="spellEnd"/>
            <w:r w:rsidRPr="002F3F5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chcesz zaistnieć́ w sieci? </w:t>
            </w:r>
            <w:proofErr w:type="spellStart"/>
            <w:r w:rsidRPr="002F3F59">
              <w:rPr>
                <w:rFonts w:ascii="Corbel" w:hAnsi="Corbel"/>
                <w:b w:val="0"/>
                <w:smallCaps w:val="0"/>
                <w:sz w:val="22"/>
                <w:szCs w:val="24"/>
              </w:rPr>
              <w:t>WordPress</w:t>
            </w:r>
            <w:proofErr w:type="spellEnd"/>
            <w:r w:rsidRPr="002F3F5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Ci w tym pomoże! : ćwiczenia praktyczne, wyd. Helion Gliwice 2012 r.</w:t>
            </w:r>
          </w:p>
          <w:p w:rsidR="002F3F59" w:rsidRDefault="002F3F59" w:rsidP="002F3F59">
            <w:pPr>
              <w:spacing w:after="0" w:line="240" w:lineRule="auto"/>
            </w:pPr>
            <w:r>
              <w:t>Strony z aplikacjami</w:t>
            </w:r>
          </w:p>
          <w:p w:rsidR="002F3F59" w:rsidRPr="00E04D65" w:rsidRDefault="002F3F59" w:rsidP="002F3F59">
            <w:pPr>
              <w:spacing w:after="0" w:line="240" w:lineRule="auto"/>
            </w:pPr>
            <w:r>
              <w:t>http://wordpress.com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http://scratch.mit.edu/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http://kubbu.com</w:t>
            </w:r>
            <w:r w:rsidR="00974517">
              <w:t>/</w:t>
            </w:r>
          </w:p>
          <w:p w:rsidR="002F3F59" w:rsidRDefault="00974517" w:rsidP="002F3F59">
            <w:pPr>
              <w:spacing w:after="0" w:line="240" w:lineRule="auto"/>
            </w:pPr>
            <w:r w:rsidRPr="00974517">
              <w:t>https://kahoot.com/</w:t>
            </w:r>
          </w:p>
          <w:p w:rsidR="00974517" w:rsidRDefault="00974517" w:rsidP="002F3F59">
            <w:pPr>
              <w:spacing w:after="0" w:line="240" w:lineRule="auto"/>
            </w:pPr>
            <w:r w:rsidRPr="00974517">
              <w:t>http://wix.com</w:t>
            </w:r>
          </w:p>
          <w:p w:rsidR="00974517" w:rsidRDefault="00974517" w:rsidP="002F3F59">
            <w:pPr>
              <w:spacing w:after="0" w:line="240" w:lineRule="auto"/>
            </w:pPr>
            <w:r w:rsidRPr="00974517">
              <w:t>https://www.polleverywhere.com/</w:t>
            </w:r>
          </w:p>
          <w:p w:rsidR="00974517" w:rsidRDefault="00974517" w:rsidP="002F3F59">
            <w:pPr>
              <w:spacing w:after="0" w:line="240" w:lineRule="auto"/>
            </w:pPr>
            <w:r>
              <w:t>http://cba.pl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http://learningapps.org/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http://www.easel.ly/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http://edu.glogster.com/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http://www.readwritethink.org/files/resources/interactives/cube_creator/</w:t>
            </w:r>
          </w:p>
          <w:p w:rsidR="002F3F59" w:rsidRPr="00E04D65" w:rsidRDefault="002F3F59" w:rsidP="002F3F59">
            <w:pPr>
              <w:spacing w:after="0" w:line="240" w:lineRule="auto"/>
            </w:pPr>
            <w:r w:rsidRPr="00225650">
              <w:t>http://scholar.google.pl/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04D65">
              <w:t>https://www.dropbox.com/</w:t>
            </w:r>
            <w:r w:rsidRPr="00E35B80">
              <w:t>‎</w:t>
            </w:r>
          </w:p>
          <w:p w:rsidR="002F3F59" w:rsidRPr="0040414E" w:rsidRDefault="002F3F59" w:rsidP="002F3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0414E">
              <w:rPr>
                <w:b w:val="0"/>
              </w:rPr>
              <w:t>http://przezi.com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E54E92">
            <w:pPr>
              <w:spacing w:after="0" w:line="240" w:lineRule="auto"/>
              <w:ind w:left="34"/>
            </w:pPr>
            <w:r w:rsidRPr="00E54E92">
              <w:t xml:space="preserve">Literatura uzupełniająca: </w:t>
            </w:r>
          </w:p>
          <w:p w:rsidR="00E54E92" w:rsidRPr="00E54E92" w:rsidRDefault="00863692" w:rsidP="00C5210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Biblioteczka Komputer Świat nr 5/2011 (67)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77B" w:rsidRDefault="0038277B" w:rsidP="00C16ABF">
      <w:pPr>
        <w:spacing w:after="0" w:line="240" w:lineRule="auto"/>
      </w:pPr>
      <w:r>
        <w:separator/>
      </w:r>
    </w:p>
  </w:endnote>
  <w:endnote w:type="continuationSeparator" w:id="0">
    <w:p w:rsidR="0038277B" w:rsidRDefault="003827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77B" w:rsidRDefault="0038277B" w:rsidP="00C16ABF">
      <w:pPr>
        <w:spacing w:after="0" w:line="240" w:lineRule="auto"/>
      </w:pPr>
      <w:r>
        <w:separator/>
      </w:r>
    </w:p>
  </w:footnote>
  <w:footnote w:type="continuationSeparator" w:id="0">
    <w:p w:rsidR="0038277B" w:rsidRDefault="0038277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8A07B1"/>
    <w:multiLevelType w:val="hybridMultilevel"/>
    <w:tmpl w:val="55ECC2D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50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299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5F6"/>
    <w:rsid w:val="001A70D2"/>
    <w:rsid w:val="001C69D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99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F59"/>
    <w:rsid w:val="002F4ABE"/>
    <w:rsid w:val="002F642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77B"/>
    <w:rsid w:val="00392038"/>
    <w:rsid w:val="003A0A5B"/>
    <w:rsid w:val="003A1176"/>
    <w:rsid w:val="003C0BAE"/>
    <w:rsid w:val="003D18A9"/>
    <w:rsid w:val="003D3F4E"/>
    <w:rsid w:val="003D6CE2"/>
    <w:rsid w:val="003E1941"/>
    <w:rsid w:val="003E2FE6"/>
    <w:rsid w:val="003E49D5"/>
    <w:rsid w:val="003F38C0"/>
    <w:rsid w:val="00403497"/>
    <w:rsid w:val="0040414E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5D2"/>
    <w:rsid w:val="004968E2"/>
    <w:rsid w:val="004A3EEA"/>
    <w:rsid w:val="004A4D1F"/>
    <w:rsid w:val="004D5282"/>
    <w:rsid w:val="004E4A06"/>
    <w:rsid w:val="004F1551"/>
    <w:rsid w:val="004F55A3"/>
    <w:rsid w:val="0050496F"/>
    <w:rsid w:val="00513B6F"/>
    <w:rsid w:val="00517C63"/>
    <w:rsid w:val="00520925"/>
    <w:rsid w:val="00526C94"/>
    <w:rsid w:val="005363C4"/>
    <w:rsid w:val="00536BDE"/>
    <w:rsid w:val="005405E7"/>
    <w:rsid w:val="00543ACC"/>
    <w:rsid w:val="005578A7"/>
    <w:rsid w:val="0056696D"/>
    <w:rsid w:val="00573EF9"/>
    <w:rsid w:val="00581C0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2D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38"/>
    <w:rsid w:val="00706544"/>
    <w:rsid w:val="007072BA"/>
    <w:rsid w:val="00713E9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F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3692"/>
    <w:rsid w:val="008770D9"/>
    <w:rsid w:val="00884922"/>
    <w:rsid w:val="00885F64"/>
    <w:rsid w:val="008917F9"/>
    <w:rsid w:val="008A45F7"/>
    <w:rsid w:val="008B3B7C"/>
    <w:rsid w:val="008C0360"/>
    <w:rsid w:val="008C0CC0"/>
    <w:rsid w:val="008C19A9"/>
    <w:rsid w:val="008C379D"/>
    <w:rsid w:val="008C4394"/>
    <w:rsid w:val="008C5147"/>
    <w:rsid w:val="008C5359"/>
    <w:rsid w:val="008C5363"/>
    <w:rsid w:val="008D3DFB"/>
    <w:rsid w:val="008E64F4"/>
    <w:rsid w:val="008F12C9"/>
    <w:rsid w:val="008F6E29"/>
    <w:rsid w:val="00916188"/>
    <w:rsid w:val="0092344D"/>
    <w:rsid w:val="00923D7D"/>
    <w:rsid w:val="009508DF"/>
    <w:rsid w:val="00950DAC"/>
    <w:rsid w:val="00954A07"/>
    <w:rsid w:val="00974517"/>
    <w:rsid w:val="00997F14"/>
    <w:rsid w:val="009A07E4"/>
    <w:rsid w:val="009A78D9"/>
    <w:rsid w:val="009C1331"/>
    <w:rsid w:val="009C2D79"/>
    <w:rsid w:val="009C3E31"/>
    <w:rsid w:val="009C54AE"/>
    <w:rsid w:val="009C788E"/>
    <w:rsid w:val="009E3B41"/>
    <w:rsid w:val="009F3C5C"/>
    <w:rsid w:val="009F4610"/>
    <w:rsid w:val="00A00ECC"/>
    <w:rsid w:val="00A10EBC"/>
    <w:rsid w:val="00A15204"/>
    <w:rsid w:val="00A155EE"/>
    <w:rsid w:val="00A1611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94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0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9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02"/>
    <w:rsid w:val="00C53F1F"/>
    <w:rsid w:val="00C56036"/>
    <w:rsid w:val="00C61DC5"/>
    <w:rsid w:val="00C67E92"/>
    <w:rsid w:val="00C70A26"/>
    <w:rsid w:val="00C766DF"/>
    <w:rsid w:val="00C9127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EC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196"/>
    <w:rsid w:val="00DA2114"/>
    <w:rsid w:val="00DE09C0"/>
    <w:rsid w:val="00DE4A14"/>
    <w:rsid w:val="00DF320D"/>
    <w:rsid w:val="00DF71C8"/>
    <w:rsid w:val="00E025E4"/>
    <w:rsid w:val="00E0482A"/>
    <w:rsid w:val="00E129B8"/>
    <w:rsid w:val="00E21E7D"/>
    <w:rsid w:val="00E22FBC"/>
    <w:rsid w:val="00E24BF5"/>
    <w:rsid w:val="00E25338"/>
    <w:rsid w:val="00E51E44"/>
    <w:rsid w:val="00E54E92"/>
    <w:rsid w:val="00E63348"/>
    <w:rsid w:val="00E77E88"/>
    <w:rsid w:val="00E801FF"/>
    <w:rsid w:val="00E8107D"/>
    <w:rsid w:val="00E960BB"/>
    <w:rsid w:val="00EA2074"/>
    <w:rsid w:val="00EA4832"/>
    <w:rsid w:val="00EA4E9D"/>
    <w:rsid w:val="00EA5995"/>
    <w:rsid w:val="00EC4899"/>
    <w:rsid w:val="00EC585A"/>
    <w:rsid w:val="00ED03AB"/>
    <w:rsid w:val="00ED32D2"/>
    <w:rsid w:val="00EE32DE"/>
    <w:rsid w:val="00EE5457"/>
    <w:rsid w:val="00F070AB"/>
    <w:rsid w:val="00F17567"/>
    <w:rsid w:val="00F27A7B"/>
    <w:rsid w:val="00F31DDD"/>
    <w:rsid w:val="00F526AF"/>
    <w:rsid w:val="00F617C3"/>
    <w:rsid w:val="00F7066B"/>
    <w:rsid w:val="00F82AD9"/>
    <w:rsid w:val="00F83B28"/>
    <w:rsid w:val="00F9170A"/>
    <w:rsid w:val="00FA46E5"/>
    <w:rsid w:val="00FB2241"/>
    <w:rsid w:val="00FB7DBA"/>
    <w:rsid w:val="00FC1C25"/>
    <w:rsid w:val="00FC3F45"/>
    <w:rsid w:val="00FD503F"/>
    <w:rsid w:val="00FD7589"/>
    <w:rsid w:val="00FD7CD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36295-E859-4D0D-9E9A-7404BCEA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2020-01-14T11:06:00Z</cp:lastPrinted>
  <dcterms:created xsi:type="dcterms:W3CDTF">2019-11-05T10:41:00Z</dcterms:created>
  <dcterms:modified xsi:type="dcterms:W3CDTF">2021-09-24T09:33:00Z</dcterms:modified>
</cp:coreProperties>
</file>